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59329" w14:textId="77777777" w:rsidR="003A2755" w:rsidRDefault="003A2755" w:rsidP="007910C0">
      <w:pPr>
        <w:ind w:left="5246" w:firstLine="708"/>
        <w:jc w:val="right"/>
        <w:rPr>
          <w:rFonts w:asciiTheme="minorHAnsi" w:hAnsiTheme="minorHAnsi" w:cstheme="minorHAnsi"/>
          <w:b/>
        </w:rPr>
      </w:pPr>
    </w:p>
    <w:p w14:paraId="1D70FB91" w14:textId="70BB66DB" w:rsidR="007910C0" w:rsidRPr="00DA738E" w:rsidRDefault="007910C0" w:rsidP="007910C0">
      <w:pPr>
        <w:ind w:left="5246" w:firstLine="708"/>
        <w:jc w:val="right"/>
        <w:rPr>
          <w:rFonts w:asciiTheme="minorHAnsi" w:hAnsiTheme="minorHAnsi" w:cstheme="minorHAnsi"/>
          <w:b/>
        </w:rPr>
      </w:pPr>
      <w:r w:rsidRPr="00DA738E">
        <w:rPr>
          <w:rFonts w:asciiTheme="minorHAnsi" w:hAnsiTheme="minorHAnsi" w:cstheme="minorHAnsi"/>
          <w:b/>
        </w:rPr>
        <w:t>Zamawiający</w:t>
      </w:r>
    </w:p>
    <w:p w14:paraId="126FA5D9" w14:textId="2AD36B10" w:rsidR="007910C0" w:rsidRPr="00DA738E" w:rsidRDefault="00EB5E7A" w:rsidP="007910C0">
      <w:pPr>
        <w:spacing w:after="33" w:line="250" w:lineRule="auto"/>
        <w:ind w:right="59"/>
        <w:jc w:val="right"/>
        <w:rPr>
          <w:rFonts w:asciiTheme="minorHAnsi" w:hAnsiTheme="minorHAnsi" w:cstheme="minorHAnsi"/>
          <w:b/>
        </w:rPr>
      </w:pPr>
      <w:r w:rsidRPr="00DA738E">
        <w:rPr>
          <w:rFonts w:asciiTheme="minorHAnsi" w:hAnsiTheme="minorHAnsi" w:cstheme="minorHAnsi"/>
          <w:b/>
        </w:rPr>
        <w:t>Zarząd Infrastruktury Wodnej</w:t>
      </w:r>
    </w:p>
    <w:p w14:paraId="488C5F81" w14:textId="10190580" w:rsidR="00EF6684" w:rsidRPr="00EB5E7A" w:rsidRDefault="007910C0" w:rsidP="00024E4F">
      <w:pPr>
        <w:spacing w:line="257" w:lineRule="auto"/>
        <w:ind w:left="2471" w:right="47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DA738E">
        <w:rPr>
          <w:rFonts w:asciiTheme="minorHAnsi" w:hAnsiTheme="minorHAnsi" w:cstheme="minorHAnsi"/>
          <w:b/>
        </w:rPr>
        <w:t>os. Szkolne 27, 31-977 Kraków</w:t>
      </w:r>
    </w:p>
    <w:p w14:paraId="752FDE20" w14:textId="77777777" w:rsidR="00A12B27" w:rsidRPr="00EB5E7A" w:rsidRDefault="00A12B27" w:rsidP="00F34A62">
      <w:pPr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b/>
          <w:sz w:val="20"/>
          <w:szCs w:val="20"/>
        </w:rPr>
        <w:t xml:space="preserve">Wykonawca: </w:t>
      </w:r>
    </w:p>
    <w:p w14:paraId="486955BB" w14:textId="77777777" w:rsidR="00A12B27" w:rsidRPr="00EB5E7A" w:rsidRDefault="00A12B27" w:rsidP="00F34A62">
      <w:pPr>
        <w:ind w:left="-5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</w:rPr>
        <w:t>……………………………………………………..…</w:t>
      </w:r>
    </w:p>
    <w:p w14:paraId="0C0AB430" w14:textId="77777777" w:rsidR="00A12B27" w:rsidRPr="00EB5E7A" w:rsidRDefault="00A12B27" w:rsidP="00F34A62">
      <w:pPr>
        <w:ind w:left="-5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</w:rPr>
        <w:t xml:space="preserve">………………………………………..……………… </w:t>
      </w:r>
    </w:p>
    <w:p w14:paraId="11AF5355" w14:textId="77777777" w:rsidR="00A12B27" w:rsidRPr="00EB5E7A" w:rsidRDefault="00A12B27" w:rsidP="00F34A62">
      <w:pPr>
        <w:ind w:left="-5" w:right="5772"/>
        <w:rPr>
          <w:rFonts w:asciiTheme="minorHAnsi" w:hAnsiTheme="minorHAnsi" w:cstheme="minorHAnsi"/>
          <w:i/>
          <w:sz w:val="20"/>
          <w:szCs w:val="20"/>
        </w:rPr>
      </w:pPr>
      <w:r w:rsidRPr="00EB5E7A">
        <w:rPr>
          <w:rFonts w:asciiTheme="minorHAnsi" w:hAnsiTheme="minorHAnsi" w:cstheme="minorHAnsi"/>
          <w:i/>
          <w:sz w:val="20"/>
          <w:szCs w:val="20"/>
        </w:rPr>
        <w:t xml:space="preserve">(pełna nazwa/firma, adres, w zależności </w:t>
      </w:r>
    </w:p>
    <w:p w14:paraId="0E1C98B5" w14:textId="77777777" w:rsidR="00A12B27" w:rsidRPr="00EB5E7A" w:rsidRDefault="00A12B27" w:rsidP="00F34A62">
      <w:pPr>
        <w:ind w:left="-5" w:right="5772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i/>
          <w:sz w:val="20"/>
          <w:szCs w:val="20"/>
        </w:rPr>
        <w:t xml:space="preserve">od podmiotu: NIP/PESEL, KRS/CEiDG) </w:t>
      </w:r>
    </w:p>
    <w:p w14:paraId="7A1B0D66" w14:textId="77777777" w:rsidR="00A12B27" w:rsidRPr="00EB5E7A" w:rsidRDefault="00A12B27" w:rsidP="00F34A62">
      <w:pPr>
        <w:ind w:right="3545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  <w:u w:val="single" w:color="000000"/>
        </w:rPr>
        <w:t>reprezentowany przez:</w:t>
      </w:r>
      <w:r w:rsidRPr="00EB5E7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ADE045A" w14:textId="77777777" w:rsidR="00A12B27" w:rsidRPr="00EB5E7A" w:rsidRDefault="00A12B27" w:rsidP="00F34A62">
      <w:pPr>
        <w:ind w:left="-5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3259EC1A" w14:textId="77777777" w:rsidR="00A12B27" w:rsidRPr="00EB5E7A" w:rsidRDefault="00A12B27" w:rsidP="00F34A62">
      <w:pPr>
        <w:ind w:left="-5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 </w:t>
      </w:r>
    </w:p>
    <w:p w14:paraId="3EC38194" w14:textId="77777777" w:rsidR="00A12B27" w:rsidRPr="00EB5E7A" w:rsidRDefault="00A12B27" w:rsidP="00F34A62">
      <w:pPr>
        <w:ind w:left="-5" w:right="5772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i/>
          <w:sz w:val="20"/>
          <w:szCs w:val="20"/>
        </w:rPr>
        <w:t xml:space="preserve">(imię, nazwisko, stanowisko/podstawa do reprezentacji) </w:t>
      </w:r>
    </w:p>
    <w:p w14:paraId="6D4EE653" w14:textId="3FE9E624" w:rsidR="00A12B27" w:rsidRDefault="00A12B27" w:rsidP="00A12B27">
      <w:pPr>
        <w:rPr>
          <w:rFonts w:asciiTheme="minorHAnsi" w:hAnsiTheme="minorHAnsi" w:cstheme="minorHAnsi"/>
          <w:b/>
          <w:sz w:val="20"/>
          <w:szCs w:val="20"/>
        </w:rPr>
      </w:pPr>
    </w:p>
    <w:p w14:paraId="064FEF86" w14:textId="77777777" w:rsidR="00DA738E" w:rsidRPr="00EB5E7A" w:rsidRDefault="00DA738E" w:rsidP="00F34A62">
      <w:pPr>
        <w:ind w:left="-5"/>
        <w:rPr>
          <w:rFonts w:asciiTheme="minorHAnsi" w:hAnsiTheme="minorHAnsi" w:cstheme="minorHAnsi"/>
          <w:b/>
          <w:bCs/>
          <w:i/>
          <w:iCs/>
          <w:color w:val="000000" w:themeColor="text1"/>
          <w:sz w:val="20"/>
          <w:szCs w:val="20"/>
        </w:rPr>
      </w:pPr>
    </w:p>
    <w:p w14:paraId="2AF6E298" w14:textId="27423F02" w:rsidR="00274313" w:rsidRDefault="004A57DC" w:rsidP="00274313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D7F3A">
        <w:rPr>
          <w:rFonts w:asciiTheme="minorHAnsi" w:hAnsiTheme="minorHAnsi" w:cstheme="minorHAnsi"/>
          <w:b/>
          <w:sz w:val="24"/>
          <w:szCs w:val="24"/>
        </w:rPr>
        <w:t>WYKAZ OSÓB</w:t>
      </w:r>
    </w:p>
    <w:p w14:paraId="5EFCC71A" w14:textId="08F587D7" w:rsidR="00274313" w:rsidRPr="003D7F3A" w:rsidRDefault="00274313" w:rsidP="00F34A62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Część </w:t>
      </w:r>
      <w:r w:rsidR="00DC634F">
        <w:rPr>
          <w:rFonts w:asciiTheme="minorHAnsi" w:hAnsiTheme="minorHAnsi" w:cstheme="minorHAnsi"/>
          <w:b/>
          <w:sz w:val="24"/>
          <w:szCs w:val="24"/>
        </w:rPr>
        <w:t>2</w:t>
      </w:r>
      <w:r>
        <w:rPr>
          <w:rFonts w:asciiTheme="minorHAnsi" w:hAnsiTheme="minorHAnsi" w:cstheme="minorHAnsi"/>
          <w:b/>
          <w:sz w:val="24"/>
          <w:szCs w:val="24"/>
        </w:rPr>
        <w:t xml:space="preserve"> przedmiotu zamówienia </w:t>
      </w:r>
    </w:p>
    <w:p w14:paraId="79735D00" w14:textId="77777777" w:rsidR="003D7F3A" w:rsidRPr="003D7F3A" w:rsidRDefault="003D7F3A" w:rsidP="003D7F3A">
      <w:pPr>
        <w:pStyle w:val="NormalnyWeb"/>
        <w:spacing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D7F3A">
        <w:rPr>
          <w:rFonts w:asciiTheme="minorHAnsi" w:hAnsiTheme="minorHAnsi" w:cstheme="minorHAnsi"/>
          <w:b/>
          <w:bCs/>
          <w:spacing w:val="-8"/>
          <w:sz w:val="22"/>
          <w:szCs w:val="22"/>
        </w:rPr>
        <w:t>Dotyczy zamówienia publicznego pn.:</w:t>
      </w:r>
      <w:r w:rsidRPr="003D7F3A">
        <w:rPr>
          <w:rFonts w:asciiTheme="minorHAnsi" w:hAnsiTheme="minorHAnsi" w:cstheme="minorHAnsi"/>
          <w:b/>
          <w:spacing w:val="-8"/>
          <w:sz w:val="22"/>
          <w:szCs w:val="22"/>
        </w:rPr>
        <w:t xml:space="preserve"> </w:t>
      </w:r>
      <w:r w:rsidRPr="003D7F3A">
        <w:rPr>
          <w:rFonts w:asciiTheme="minorHAnsi" w:hAnsiTheme="minorHAnsi" w:cstheme="minorHAnsi"/>
          <w:i/>
          <w:iCs/>
          <w:color w:val="000000" w:themeColor="text1"/>
          <w:spacing w:val="-8"/>
          <w:sz w:val="22"/>
          <w:szCs w:val="22"/>
        </w:rPr>
        <w:t>„</w:t>
      </w:r>
      <w:r w:rsidRPr="003D7F3A">
        <w:rPr>
          <w:rFonts w:asciiTheme="minorHAnsi" w:eastAsia="Cambria" w:hAnsiTheme="minorHAnsi" w:cstheme="minorHAnsi"/>
          <w:b/>
          <w:bCs/>
          <w:sz w:val="22"/>
          <w:szCs w:val="22"/>
          <w:lang w:eastAsia="zh-CN"/>
        </w:rPr>
        <w:t xml:space="preserve">Wykonanie prac projektowych dotyczących budowy zbiorników retencyjnych </w:t>
      </w:r>
      <w:bookmarkStart w:id="0" w:name="_Hlk213846998"/>
      <w:r w:rsidRPr="003D7F3A">
        <w:rPr>
          <w:rFonts w:asciiTheme="minorHAnsi" w:hAnsiTheme="minorHAnsi" w:cstheme="minorHAnsi"/>
          <w:b/>
          <w:bCs/>
          <w:sz w:val="22"/>
          <w:szCs w:val="22"/>
        </w:rPr>
        <w:t>wraz z uzyskaniem decyzji administracyjnych zezwalających na realizację robót budowlanych</w:t>
      </w:r>
      <w:bookmarkEnd w:id="0"/>
      <w:r w:rsidRPr="003D7F3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D7F3A">
        <w:rPr>
          <w:rFonts w:asciiTheme="minorHAnsi" w:eastAsia="Cambria" w:hAnsiTheme="minorHAnsi" w:cstheme="minorHAnsi"/>
          <w:b/>
          <w:bCs/>
          <w:sz w:val="22"/>
          <w:szCs w:val="22"/>
          <w:lang w:eastAsia="zh-CN"/>
        </w:rPr>
        <w:t>w rej ul. Stawowej</w:t>
      </w:r>
      <w:r w:rsidRPr="003D7F3A">
        <w:rPr>
          <w:rFonts w:asciiTheme="minorHAnsi" w:hAnsiTheme="minorHAnsi" w:cstheme="minorHAnsi"/>
          <w:b/>
          <w:bCs/>
          <w:sz w:val="22"/>
          <w:szCs w:val="22"/>
        </w:rPr>
        <w:t xml:space="preserve"> oraz </w:t>
      </w:r>
      <w:r w:rsidRPr="003D7F3A">
        <w:rPr>
          <w:rFonts w:asciiTheme="minorHAnsi" w:eastAsia="Cambria" w:hAnsiTheme="minorHAnsi" w:cstheme="minorHAnsi"/>
          <w:b/>
          <w:bCs/>
          <w:sz w:val="22"/>
          <w:szCs w:val="22"/>
          <w:lang w:eastAsia="zh-CN"/>
        </w:rPr>
        <w:t xml:space="preserve">w rej. ul. Zarzecze -  </w:t>
      </w:r>
      <w:r w:rsidRPr="003D7F3A">
        <w:rPr>
          <w:rFonts w:asciiTheme="minorHAnsi" w:hAnsiTheme="minorHAnsi" w:cstheme="minorHAnsi"/>
          <w:b/>
          <w:bCs/>
          <w:sz w:val="22"/>
          <w:szCs w:val="22"/>
        </w:rPr>
        <w:t>z podziałem na 2 części</w:t>
      </w:r>
      <w:r w:rsidRPr="003D7F3A">
        <w:rPr>
          <w:rFonts w:asciiTheme="minorHAnsi" w:hAnsiTheme="minorHAnsi" w:cstheme="minorHAnsi"/>
          <w:b/>
          <w:bCs/>
          <w:i/>
          <w:iCs/>
          <w:color w:val="000000" w:themeColor="text1"/>
          <w:spacing w:val="-8"/>
          <w:sz w:val="22"/>
          <w:szCs w:val="22"/>
        </w:rPr>
        <w:t>”</w:t>
      </w:r>
    </w:p>
    <w:p w14:paraId="4EC4A9A1" w14:textId="77777777" w:rsidR="003D7F3A" w:rsidRDefault="003D7F3A" w:rsidP="00905EE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C4F09BA" w14:textId="5DE9007D" w:rsidR="00AB7DCB" w:rsidRDefault="00A050A8" w:rsidP="00905EEA">
      <w:pPr>
        <w:jc w:val="both"/>
        <w:rPr>
          <w:rFonts w:asciiTheme="minorHAnsi" w:hAnsiTheme="minorHAnsi" w:cstheme="minorHAnsi"/>
          <w:sz w:val="20"/>
          <w:szCs w:val="20"/>
        </w:rPr>
      </w:pPr>
      <w:r w:rsidRPr="00EB5E7A">
        <w:rPr>
          <w:rFonts w:asciiTheme="minorHAnsi" w:hAnsiTheme="minorHAnsi" w:cstheme="minorHAnsi"/>
          <w:sz w:val="20"/>
          <w:szCs w:val="20"/>
        </w:rPr>
        <w:t>wykaz osób, skierowanych przez wykonawcę do realizacji zamówienia publicznego, wraz z informacjami na temat ich uprawnień niezbędnych do wykonania zamówienia publicznego</w:t>
      </w:r>
      <w:r w:rsidR="00F147A1" w:rsidRPr="00EB5E7A">
        <w:rPr>
          <w:rFonts w:asciiTheme="minorHAnsi" w:hAnsiTheme="minorHAnsi" w:cstheme="minorHAnsi"/>
          <w:sz w:val="20"/>
          <w:szCs w:val="20"/>
        </w:rPr>
        <w:t xml:space="preserve"> </w:t>
      </w:r>
      <w:r w:rsidRPr="00EB5E7A">
        <w:rPr>
          <w:rFonts w:asciiTheme="minorHAnsi" w:hAnsiTheme="minorHAnsi" w:cstheme="minorHAnsi"/>
          <w:sz w:val="20"/>
          <w:szCs w:val="20"/>
        </w:rPr>
        <w:t>oraz informacją o podstawie do dysponowania tymi osobami</w:t>
      </w:r>
    </w:p>
    <w:p w14:paraId="6C3765ED" w14:textId="77777777" w:rsidR="003A2755" w:rsidRPr="00EB5E7A" w:rsidRDefault="003A2755" w:rsidP="00905EEA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138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6"/>
        <w:gridCol w:w="3368"/>
        <w:gridCol w:w="2694"/>
        <w:gridCol w:w="3149"/>
        <w:gridCol w:w="4046"/>
      </w:tblGrid>
      <w:tr w:rsidR="001B592D" w:rsidRPr="00EB5E7A" w14:paraId="31956C43" w14:textId="77777777" w:rsidTr="003A2755">
        <w:trPr>
          <w:jc w:val="center"/>
        </w:trPr>
        <w:tc>
          <w:tcPr>
            <w:tcW w:w="596" w:type="dxa"/>
            <w:shd w:val="clear" w:color="auto" w:fill="BFBFBF" w:themeFill="background1" w:themeFillShade="BF"/>
            <w:vAlign w:val="center"/>
          </w:tcPr>
          <w:p w14:paraId="23B3FE68" w14:textId="4CE4E339" w:rsidR="001B592D" w:rsidRPr="00DA738E" w:rsidRDefault="001B592D" w:rsidP="00EF668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368" w:type="dxa"/>
            <w:shd w:val="clear" w:color="auto" w:fill="BFBFBF" w:themeFill="background1" w:themeFillShade="BF"/>
            <w:vAlign w:val="center"/>
          </w:tcPr>
          <w:p w14:paraId="5E2C4B0D" w14:textId="15619D67" w:rsidR="001B592D" w:rsidRPr="00DA738E" w:rsidRDefault="001B592D" w:rsidP="001B592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Stanowisko</w:t>
            </w:r>
          </w:p>
        </w:tc>
        <w:tc>
          <w:tcPr>
            <w:tcW w:w="2694" w:type="dxa"/>
            <w:shd w:val="clear" w:color="auto" w:fill="BFBFBF" w:themeFill="background1" w:themeFillShade="BF"/>
            <w:vAlign w:val="center"/>
          </w:tcPr>
          <w:p w14:paraId="4B33A729" w14:textId="27721214" w:rsidR="001B592D" w:rsidRPr="00DA738E" w:rsidRDefault="001B592D" w:rsidP="00EF668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3149" w:type="dxa"/>
            <w:shd w:val="clear" w:color="auto" w:fill="BFBFBF" w:themeFill="background1" w:themeFillShade="BF"/>
            <w:vAlign w:val="center"/>
          </w:tcPr>
          <w:p w14:paraId="17A09F65" w14:textId="4531FA9F" w:rsidR="001B592D" w:rsidRPr="00DA738E" w:rsidRDefault="001B592D" w:rsidP="0058674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 posiadanych uprawnień</w:t>
            </w:r>
            <w:r w:rsidR="00037ED6"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zgodnie z określonym warunkiem udziału </w:t>
            </w:r>
            <w:r w:rsidR="00F304E2"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 postępowaniu </w:t>
            </w:r>
          </w:p>
        </w:tc>
        <w:tc>
          <w:tcPr>
            <w:tcW w:w="4046" w:type="dxa"/>
            <w:shd w:val="clear" w:color="auto" w:fill="BFBFBF" w:themeFill="background1" w:themeFillShade="BF"/>
            <w:vAlign w:val="center"/>
          </w:tcPr>
          <w:p w14:paraId="67821B2A" w14:textId="77777777" w:rsidR="001B592D" w:rsidRDefault="001B592D" w:rsidP="00EF668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Informacja o zasobach własnych lub podmiotu udostępniającego zasoby</w:t>
            </w:r>
            <w:r w:rsidRPr="00DA738E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DA738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zgodnie z art. 118 ustawy Prawo zamówień publicznych</w:t>
            </w:r>
          </w:p>
          <w:p w14:paraId="3FBC304A" w14:textId="244E3633" w:rsidR="003A2755" w:rsidRPr="00DA738E" w:rsidRDefault="003A2755" w:rsidP="00EF668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A2755" w:rsidRPr="00EB5E7A" w14:paraId="56F00109" w14:textId="77777777" w:rsidTr="003A2755">
        <w:trPr>
          <w:trHeight w:val="70"/>
          <w:jc w:val="center"/>
        </w:trPr>
        <w:tc>
          <w:tcPr>
            <w:tcW w:w="596" w:type="dxa"/>
            <w:vAlign w:val="center"/>
          </w:tcPr>
          <w:p w14:paraId="109136CA" w14:textId="49651D8C" w:rsidR="003A2755" w:rsidRPr="00EB5E7A" w:rsidRDefault="001F630A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368" w:type="dxa"/>
          </w:tcPr>
          <w:p w14:paraId="5D5B875E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B650A20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BCF46F" w14:textId="728313B7" w:rsidR="003A2755" w:rsidRPr="003A2755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sz w:val="20"/>
                <w:szCs w:val="20"/>
              </w:rPr>
              <w:t xml:space="preserve"> 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……………………………..</w:t>
            </w:r>
            <w:r w:rsidRPr="00EB5E7A">
              <w:rPr>
                <w:rFonts w:asciiTheme="minorHAnsi" w:hAnsiTheme="minorHAnsi" w:cstheme="minorHAnsi"/>
                <w:sz w:val="20"/>
                <w:szCs w:val="20"/>
              </w:rPr>
              <w:t>………………..</w:t>
            </w: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42"/>
            </w:tblGrid>
            <w:tr w:rsidR="003A2755" w14:paraId="6FCAF2C8" w14:textId="77777777" w:rsidTr="00D464A6">
              <w:trPr>
                <w:trHeight w:val="378"/>
              </w:trPr>
              <w:tc>
                <w:tcPr>
                  <w:tcW w:w="3142" w:type="dxa"/>
                </w:tcPr>
                <w:p w14:paraId="17FA1381" w14:textId="31251314" w:rsidR="003A2755" w:rsidRPr="003D7F3A" w:rsidRDefault="003D7F3A" w:rsidP="003A2755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3D7F3A">
                    <w:rPr>
                      <w:rFonts w:cs="Calibri"/>
                      <w:b/>
                      <w:bCs/>
                      <w:sz w:val="16"/>
                      <w:szCs w:val="16"/>
                    </w:rPr>
                    <w:t>minimum jedn</w:t>
                  </w:r>
                  <w:r>
                    <w:rPr>
                      <w:rFonts w:cs="Calibri"/>
                      <w:b/>
                      <w:bCs/>
                      <w:sz w:val="16"/>
                      <w:szCs w:val="16"/>
                    </w:rPr>
                    <w:t>a</w:t>
                  </w:r>
                  <w:r w:rsidRPr="003D7F3A">
                    <w:rPr>
                      <w:rFonts w:cs="Calibri"/>
                      <w:b/>
                      <w:bCs/>
                      <w:sz w:val="16"/>
                      <w:szCs w:val="16"/>
                    </w:rPr>
                    <w:t xml:space="preserve"> osob</w:t>
                  </w:r>
                  <w:r>
                    <w:rPr>
                      <w:rFonts w:cs="Calibri"/>
                      <w:b/>
                      <w:bCs/>
                      <w:sz w:val="16"/>
                      <w:szCs w:val="16"/>
                    </w:rPr>
                    <w:t>a</w:t>
                  </w:r>
                  <w:r w:rsidRPr="003D7F3A">
                    <w:rPr>
                      <w:rFonts w:cs="Calibri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Pr="003D7F3A">
                    <w:rPr>
                      <w:rFonts w:cs="Calibri"/>
                      <w:sz w:val="16"/>
                      <w:szCs w:val="16"/>
                    </w:rPr>
                    <w:t>posiadając</w:t>
                  </w:r>
                  <w:r>
                    <w:rPr>
                      <w:rFonts w:cs="Calibri"/>
                      <w:sz w:val="16"/>
                      <w:szCs w:val="16"/>
                    </w:rPr>
                    <w:t>a</w:t>
                  </w:r>
                  <w:r w:rsidRPr="003D7F3A">
                    <w:rPr>
                      <w:rFonts w:cs="Calibri"/>
                      <w:sz w:val="16"/>
                      <w:szCs w:val="16"/>
                    </w:rPr>
                    <w:t xml:space="preserve"> uprawnienia projektowe </w:t>
                  </w:r>
                  <w:r w:rsidRPr="003D7F3A">
                    <w:rPr>
                      <w:rFonts w:cs="Calibri"/>
                      <w:b/>
                      <w:bCs/>
                      <w:sz w:val="16"/>
                      <w:szCs w:val="16"/>
                    </w:rPr>
                    <w:t>w specjalności instalacyjnej</w:t>
                  </w:r>
                  <w:r w:rsidRPr="003D7F3A">
                    <w:rPr>
                      <w:rFonts w:cs="Calibri"/>
                      <w:sz w:val="16"/>
                      <w:szCs w:val="16"/>
                    </w:rPr>
                    <w:t xml:space="preserve">  w zakresie sieci, instalacji i urządzeń: cieplnych, wentylacyjnych, gazowych, wodociągowych i kanalizacyjnych bez ograniczeń</w:t>
                  </w:r>
                </w:p>
              </w:tc>
            </w:tr>
          </w:tbl>
          <w:p w14:paraId="2DEFA399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57D0E854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046DBA28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008B49A1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7A9468B2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5D63F19B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3149" w:type="dxa"/>
            <w:vAlign w:val="center"/>
          </w:tcPr>
          <w:p w14:paraId="2A81723F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38BD05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46" w:type="dxa"/>
            <w:vAlign w:val="center"/>
          </w:tcPr>
          <w:p w14:paraId="4308AA63" w14:textId="77777777" w:rsidR="003A2755" w:rsidRPr="00EB5E7A" w:rsidRDefault="003A2755" w:rsidP="003A2755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* Zasób własny</w:t>
            </w:r>
          </w:p>
          <w:p w14:paraId="3E7D6717" w14:textId="77777777" w:rsidR="003A2755" w:rsidRPr="00EB5E7A" w:rsidRDefault="003A2755" w:rsidP="003A2755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* Zasób podmiotu udostępniającego:</w:t>
            </w:r>
          </w:p>
          <w:p w14:paraId="58B4D740" w14:textId="15DE244D" w:rsidR="003A2755" w:rsidRPr="00EB5E7A" w:rsidRDefault="003A2755" w:rsidP="003A2755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…………………………………………………….………………….</w:t>
            </w:r>
          </w:p>
          <w:p w14:paraId="2CB297C8" w14:textId="77777777" w:rsidR="003A2755" w:rsidRPr="003A2755" w:rsidRDefault="003A2755" w:rsidP="003A2755">
            <w:pPr>
              <w:suppressAutoHyphens/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</w:pPr>
            <w:r w:rsidRPr="003A2755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Nazwa firmy (podmiotu udostępniającego zasób)</w:t>
            </w:r>
          </w:p>
          <w:p w14:paraId="5A758BDA" w14:textId="77777777" w:rsidR="003A2755" w:rsidRPr="00EB5E7A" w:rsidRDefault="003A2755" w:rsidP="003A2755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1B8505E" w14:textId="6A830CE0" w:rsidR="003A2755" w:rsidRPr="003D7F3A" w:rsidRDefault="003A2755" w:rsidP="003A2755">
            <w:pPr>
              <w:suppressAutoHyphens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3D7F3A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*niepotrzebne skreślić</w:t>
            </w:r>
          </w:p>
        </w:tc>
      </w:tr>
      <w:tr w:rsidR="003A2755" w:rsidRPr="00EB5E7A" w14:paraId="7EA7EF2B" w14:textId="77777777" w:rsidTr="003A2755">
        <w:trPr>
          <w:trHeight w:val="70"/>
          <w:jc w:val="center"/>
        </w:trPr>
        <w:tc>
          <w:tcPr>
            <w:tcW w:w="596" w:type="dxa"/>
            <w:vAlign w:val="center"/>
          </w:tcPr>
          <w:p w14:paraId="4443D494" w14:textId="63B9A497" w:rsidR="003A2755" w:rsidRPr="00EB5E7A" w:rsidRDefault="001F630A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</w:t>
            </w:r>
          </w:p>
        </w:tc>
        <w:tc>
          <w:tcPr>
            <w:tcW w:w="3368" w:type="dxa"/>
          </w:tcPr>
          <w:p w14:paraId="64011C55" w14:textId="3764830A" w:rsidR="003A2755" w:rsidRPr="00FF588B" w:rsidRDefault="003A2755" w:rsidP="00FF588B">
            <w:pPr>
              <w:jc w:val="both"/>
              <w:rPr>
                <w:rFonts w:asciiTheme="minorHAnsi" w:hAnsiTheme="minorHAnsi" w:cstheme="minorHAnsi"/>
                <w:b/>
                <w:bCs/>
                <w:color w:val="FF0000"/>
                <w:vertAlign w:val="superscript"/>
              </w:rPr>
            </w:pPr>
            <w:r w:rsidRPr="00D464A6">
              <w:rPr>
                <w:rFonts w:cs="Calibri"/>
                <w:b/>
                <w:bCs/>
                <w:iCs/>
                <w:color w:val="FF0000"/>
                <w:vertAlign w:val="superscript"/>
              </w:rPr>
              <w:t>Doświadczenie</w:t>
            </w:r>
            <w:r w:rsidR="006A6BBD" w:rsidRPr="00D464A6">
              <w:rPr>
                <w:rFonts w:cs="Calibri"/>
                <w:b/>
                <w:bCs/>
                <w:iCs/>
                <w:color w:val="FF0000"/>
                <w:vertAlign w:val="superscript"/>
              </w:rPr>
              <w:t xml:space="preserve"> </w:t>
            </w:r>
            <w:r w:rsidRPr="00D464A6">
              <w:rPr>
                <w:rFonts w:cs="Calibri"/>
                <w:b/>
                <w:bCs/>
                <w:iCs/>
                <w:color w:val="FF0000"/>
                <w:vertAlign w:val="superscript"/>
              </w:rPr>
              <w:t xml:space="preserve"> </w:t>
            </w:r>
            <w:r w:rsidR="0000279D" w:rsidRPr="00D464A6">
              <w:rPr>
                <w:rFonts w:cs="Calibri"/>
                <w:b/>
                <w:bCs/>
                <w:iCs/>
                <w:color w:val="FF0000"/>
                <w:vertAlign w:val="superscript"/>
              </w:rPr>
              <w:t xml:space="preserve">tej </w:t>
            </w:r>
            <w:r w:rsidRPr="00D464A6">
              <w:rPr>
                <w:rFonts w:cs="Calibri"/>
                <w:b/>
                <w:bCs/>
                <w:iCs/>
                <w:color w:val="FF0000"/>
                <w:vertAlign w:val="superscript"/>
              </w:rPr>
              <w:t xml:space="preserve">osoby </w:t>
            </w:r>
            <w:r w:rsidR="008F44C3" w:rsidRPr="00D464A6">
              <w:rPr>
                <w:rFonts w:cs="Calibri"/>
                <w:b/>
                <w:bCs/>
                <w:iCs/>
                <w:color w:val="FF0000"/>
                <w:vertAlign w:val="superscript"/>
              </w:rPr>
              <w:t xml:space="preserve">- </w:t>
            </w:r>
            <w:r w:rsidR="00FF588B" w:rsidRPr="00D464A6">
              <w:rPr>
                <w:rFonts w:cs="Calibri"/>
                <w:b/>
                <w:bCs/>
                <w:iCs/>
                <w:color w:val="FF0000"/>
                <w:vertAlign w:val="superscript"/>
              </w:rPr>
              <w:t>wskazanej  z imienia i nazwiska (</w:t>
            </w:r>
            <w:r w:rsidR="008F44C3" w:rsidRPr="00D464A6">
              <w:rPr>
                <w:rFonts w:cs="Calibri"/>
                <w:b/>
                <w:bCs/>
                <w:iCs/>
                <w:color w:val="FF0000"/>
                <w:vertAlign w:val="superscript"/>
              </w:rPr>
              <w:t xml:space="preserve">to </w:t>
            </w:r>
            <w:r w:rsidR="00FF588B" w:rsidRPr="00D464A6">
              <w:rPr>
                <w:rFonts w:cs="Calibri"/>
                <w:b/>
                <w:bCs/>
                <w:iCs/>
                <w:color w:val="FF0000"/>
                <w:vertAlign w:val="superscript"/>
              </w:rPr>
              <w:t xml:space="preserve">osoba o której </w:t>
            </w:r>
            <w:r w:rsidR="00FF588B" w:rsidRPr="00D464A6">
              <w:rPr>
                <w:rFonts w:asciiTheme="minorHAnsi" w:hAnsiTheme="minorHAnsi" w:cstheme="minorHAnsi"/>
                <w:b/>
                <w:bCs/>
                <w:color w:val="FF0000"/>
                <w:vertAlign w:val="superscript"/>
              </w:rPr>
              <w:t>mowa w pkt 8.</w:t>
            </w:r>
            <w:r w:rsidR="00D464A6" w:rsidRPr="00D464A6">
              <w:rPr>
                <w:rFonts w:asciiTheme="minorHAnsi" w:hAnsiTheme="minorHAnsi" w:cstheme="minorHAnsi"/>
                <w:b/>
                <w:bCs/>
                <w:color w:val="FF0000"/>
                <w:vertAlign w:val="superscript"/>
              </w:rPr>
              <w:t>8</w:t>
            </w:r>
            <w:r w:rsidR="00FF588B" w:rsidRPr="00D464A6">
              <w:rPr>
                <w:rFonts w:asciiTheme="minorHAnsi" w:hAnsiTheme="minorHAnsi" w:cstheme="minorHAnsi"/>
                <w:b/>
                <w:bCs/>
                <w:color w:val="FF0000"/>
                <w:vertAlign w:val="superscript"/>
              </w:rPr>
              <w:t>.</w:t>
            </w:r>
            <w:r w:rsidR="0000279D" w:rsidRPr="00D464A6">
              <w:rPr>
                <w:rFonts w:asciiTheme="minorHAnsi" w:hAnsiTheme="minorHAnsi" w:cstheme="minorHAnsi"/>
                <w:b/>
                <w:bCs/>
                <w:color w:val="FF0000"/>
                <w:vertAlign w:val="superscript"/>
              </w:rPr>
              <w:t xml:space="preserve"> </w:t>
            </w:r>
            <w:r w:rsidR="00D464A6" w:rsidRPr="00D464A6">
              <w:rPr>
                <w:rFonts w:asciiTheme="minorHAnsi" w:hAnsiTheme="minorHAnsi" w:cstheme="minorHAnsi"/>
                <w:b/>
                <w:bCs/>
                <w:color w:val="FF0000"/>
                <w:vertAlign w:val="superscript"/>
              </w:rPr>
              <w:t>1</w:t>
            </w:r>
            <w:r w:rsidR="0000279D" w:rsidRPr="00D464A6">
              <w:rPr>
                <w:rFonts w:asciiTheme="minorHAnsi" w:hAnsiTheme="minorHAnsi" w:cstheme="minorHAnsi"/>
                <w:b/>
                <w:bCs/>
                <w:color w:val="FF0000"/>
                <w:vertAlign w:val="superscript"/>
              </w:rPr>
              <w:t>)</w:t>
            </w:r>
            <w:r w:rsidR="00FF588B" w:rsidRPr="00D464A6">
              <w:rPr>
                <w:rFonts w:asciiTheme="minorHAnsi" w:hAnsiTheme="minorHAnsi" w:cstheme="minorHAnsi"/>
                <w:b/>
                <w:bCs/>
                <w:color w:val="FF0000"/>
                <w:vertAlign w:val="superscript"/>
              </w:rPr>
              <w:t xml:space="preserve"> lit. </w:t>
            </w:r>
            <w:r w:rsidR="00D464A6" w:rsidRPr="00D464A6">
              <w:rPr>
                <w:rFonts w:asciiTheme="minorHAnsi" w:hAnsiTheme="minorHAnsi" w:cstheme="minorHAnsi"/>
                <w:b/>
                <w:bCs/>
                <w:color w:val="FF0000"/>
                <w:vertAlign w:val="superscript"/>
              </w:rPr>
              <w:t>e</w:t>
            </w:r>
            <w:r w:rsidR="00FF588B" w:rsidRPr="00D464A6">
              <w:rPr>
                <w:rFonts w:asciiTheme="minorHAnsi" w:hAnsiTheme="minorHAnsi" w:cstheme="minorHAnsi"/>
                <w:b/>
                <w:bCs/>
                <w:color w:val="FF0000"/>
                <w:vertAlign w:val="superscript"/>
              </w:rPr>
              <w:t xml:space="preserve"> będzie dodatkowo punktowane</w:t>
            </w:r>
          </w:p>
          <w:p w14:paraId="19A8C724" w14:textId="6ED59217" w:rsidR="003A2755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25267F5" w14:textId="77777777" w:rsidR="003D7F3A" w:rsidRPr="00EB5E7A" w:rsidRDefault="003D7F3A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C99AEE4" w14:textId="5ABCC588" w:rsidR="003A2755" w:rsidRPr="003A2755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sz w:val="20"/>
                <w:szCs w:val="20"/>
              </w:rPr>
              <w:t xml:space="preserve"> 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……………………………..</w:t>
            </w:r>
            <w:r w:rsidRPr="00EB5E7A">
              <w:rPr>
                <w:rFonts w:asciiTheme="minorHAnsi" w:hAnsiTheme="minorHAnsi" w:cstheme="minorHAnsi"/>
                <w:sz w:val="20"/>
                <w:szCs w:val="20"/>
              </w:rPr>
              <w:t>………………..</w:t>
            </w: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42"/>
            </w:tblGrid>
            <w:tr w:rsidR="003A2755" w14:paraId="7384F1AF" w14:textId="77777777" w:rsidTr="003A2755">
              <w:trPr>
                <w:trHeight w:val="864"/>
              </w:trPr>
              <w:tc>
                <w:tcPr>
                  <w:tcW w:w="3142" w:type="dxa"/>
                </w:tcPr>
                <w:p w14:paraId="0ED74529" w14:textId="6B3A2857" w:rsidR="003A2755" w:rsidRPr="003D7F3A" w:rsidRDefault="003D7F3A" w:rsidP="003A2755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3D7F3A">
                    <w:rPr>
                      <w:rFonts w:cs="Calibri"/>
                      <w:b/>
                      <w:bCs/>
                      <w:sz w:val="16"/>
                      <w:szCs w:val="16"/>
                    </w:rPr>
                    <w:t>minimum jedn</w:t>
                  </w:r>
                  <w:r>
                    <w:rPr>
                      <w:rFonts w:cs="Calibri"/>
                      <w:b/>
                      <w:bCs/>
                      <w:sz w:val="16"/>
                      <w:szCs w:val="16"/>
                    </w:rPr>
                    <w:t>a</w:t>
                  </w:r>
                  <w:r w:rsidRPr="003D7F3A">
                    <w:rPr>
                      <w:rFonts w:cs="Calibri"/>
                      <w:b/>
                      <w:bCs/>
                      <w:sz w:val="16"/>
                      <w:szCs w:val="16"/>
                    </w:rPr>
                    <w:t xml:space="preserve"> osob</w:t>
                  </w:r>
                  <w:r>
                    <w:rPr>
                      <w:rFonts w:cs="Calibri"/>
                      <w:b/>
                      <w:bCs/>
                      <w:sz w:val="16"/>
                      <w:szCs w:val="16"/>
                    </w:rPr>
                    <w:t>a</w:t>
                  </w:r>
                  <w:r w:rsidRPr="003D7F3A">
                    <w:rPr>
                      <w:rFonts w:cs="Calibri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Pr="003D7F3A">
                    <w:rPr>
                      <w:rFonts w:cs="Calibri"/>
                      <w:sz w:val="16"/>
                      <w:szCs w:val="16"/>
                    </w:rPr>
                    <w:t>posiadając</w:t>
                  </w:r>
                  <w:r>
                    <w:rPr>
                      <w:rFonts w:cs="Calibri"/>
                      <w:sz w:val="16"/>
                      <w:szCs w:val="16"/>
                    </w:rPr>
                    <w:t>a</w:t>
                  </w:r>
                  <w:r w:rsidRPr="003D7F3A">
                    <w:rPr>
                      <w:rFonts w:cs="Calibri"/>
                      <w:sz w:val="16"/>
                      <w:szCs w:val="16"/>
                    </w:rPr>
                    <w:t xml:space="preserve"> uprawnienia projektowe </w:t>
                  </w:r>
                  <w:r w:rsidRPr="003D7F3A">
                    <w:rPr>
                      <w:rFonts w:cs="Calibri"/>
                      <w:b/>
                      <w:bCs/>
                      <w:sz w:val="16"/>
                      <w:szCs w:val="16"/>
                    </w:rPr>
                    <w:t>w specjalności konstrukcyjno-budowlanej</w:t>
                  </w:r>
                </w:p>
              </w:tc>
            </w:tr>
          </w:tbl>
          <w:p w14:paraId="793F0994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4E38C4D4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72E3D566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297EA8D6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7B1FDA1A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025F6E7A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3149" w:type="dxa"/>
            <w:vAlign w:val="center"/>
          </w:tcPr>
          <w:p w14:paraId="0FFF18C6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21DED9A" w14:textId="77777777" w:rsidR="003A2755" w:rsidRPr="00EB5E7A" w:rsidRDefault="003A2755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46" w:type="dxa"/>
            <w:vAlign w:val="center"/>
          </w:tcPr>
          <w:p w14:paraId="48662B30" w14:textId="77777777" w:rsidR="003A2755" w:rsidRPr="00EB5E7A" w:rsidRDefault="003A2755" w:rsidP="003A2755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* Zasób własny</w:t>
            </w:r>
          </w:p>
          <w:p w14:paraId="1293A050" w14:textId="77777777" w:rsidR="003A2755" w:rsidRPr="00EB5E7A" w:rsidRDefault="003A2755" w:rsidP="003A2755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* Zasób podmiotu udostępniającego:</w:t>
            </w:r>
          </w:p>
          <w:p w14:paraId="4479E8AA" w14:textId="77777777" w:rsidR="003A2755" w:rsidRPr="00EB5E7A" w:rsidRDefault="003A2755" w:rsidP="003A2755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…………………………………………………….………………….</w:t>
            </w:r>
          </w:p>
          <w:p w14:paraId="13DFA62A" w14:textId="77777777" w:rsidR="003A2755" w:rsidRPr="003A2755" w:rsidRDefault="003A2755" w:rsidP="003A2755">
            <w:pPr>
              <w:suppressAutoHyphens/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</w:pPr>
            <w:r w:rsidRPr="003A2755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Nazwa firmy (podmiotu udostępniającego zasób)</w:t>
            </w:r>
          </w:p>
          <w:p w14:paraId="05F65C06" w14:textId="77777777" w:rsidR="003A2755" w:rsidRPr="00EB5E7A" w:rsidRDefault="003A2755" w:rsidP="003A2755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7130F806" w14:textId="5734FF96" w:rsidR="003A2755" w:rsidRPr="003D7F3A" w:rsidRDefault="003A2755" w:rsidP="003A2755">
            <w:pPr>
              <w:suppressAutoHyphens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3D7F3A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*niepotrzebne skreślić</w:t>
            </w:r>
          </w:p>
        </w:tc>
      </w:tr>
      <w:tr w:rsidR="003D7F3A" w:rsidRPr="00EB5E7A" w14:paraId="10BAC093" w14:textId="77777777" w:rsidTr="003A2755">
        <w:trPr>
          <w:trHeight w:val="70"/>
          <w:jc w:val="center"/>
        </w:trPr>
        <w:tc>
          <w:tcPr>
            <w:tcW w:w="596" w:type="dxa"/>
            <w:vAlign w:val="center"/>
          </w:tcPr>
          <w:p w14:paraId="24A03A4E" w14:textId="677A860A" w:rsidR="003D7F3A" w:rsidRDefault="003D7F3A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368" w:type="dxa"/>
          </w:tcPr>
          <w:p w14:paraId="119D4A77" w14:textId="77777777" w:rsidR="003D7F3A" w:rsidRDefault="003D7F3A" w:rsidP="003D7F3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8DF2A43" w14:textId="77777777" w:rsidR="003D7F3A" w:rsidRDefault="003D7F3A" w:rsidP="003D7F3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173E0C" w14:textId="63DAB859" w:rsidR="003D7F3A" w:rsidRPr="003A2755" w:rsidRDefault="003D7F3A" w:rsidP="003D7F3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……………………………..</w:t>
            </w:r>
            <w:r w:rsidRPr="00EB5E7A">
              <w:rPr>
                <w:rFonts w:asciiTheme="minorHAnsi" w:hAnsiTheme="minorHAnsi" w:cstheme="minorHAnsi"/>
                <w:sz w:val="20"/>
                <w:szCs w:val="20"/>
              </w:rPr>
              <w:t>………………..</w:t>
            </w: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42"/>
            </w:tblGrid>
            <w:tr w:rsidR="003D7F3A" w14:paraId="459C46F4" w14:textId="77777777" w:rsidTr="00933E06">
              <w:trPr>
                <w:trHeight w:val="864"/>
              </w:trPr>
              <w:tc>
                <w:tcPr>
                  <w:tcW w:w="3142" w:type="dxa"/>
                </w:tcPr>
                <w:p w14:paraId="6083AD19" w14:textId="03A73FE2" w:rsidR="00D464A6" w:rsidRPr="00D464A6" w:rsidRDefault="00D464A6" w:rsidP="00D464A6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bCs/>
                      <w:color w:val="000000" w:themeColor="text1"/>
                      <w:sz w:val="16"/>
                      <w:szCs w:val="16"/>
                    </w:rPr>
                  </w:pPr>
                  <w:r w:rsidRPr="00D464A6">
                    <w:rPr>
                      <w:rFonts w:cs="Calibri"/>
                      <w:b/>
                      <w:bCs/>
                      <w:sz w:val="16"/>
                      <w:szCs w:val="16"/>
                    </w:rPr>
                    <w:t xml:space="preserve">minimum jedną osobą </w:t>
                  </w:r>
                  <w:r w:rsidRPr="00D464A6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która wykonała </w:t>
                  </w:r>
                  <w:r w:rsidRPr="00D464A6">
                    <w:rPr>
                      <w:rFonts w:asciiTheme="minorHAnsi" w:hAnsiTheme="minorHAnsi" w:cstheme="minorHAnsi"/>
                      <w:sz w:val="16"/>
                      <w:szCs w:val="16"/>
                      <w:u w:val="single"/>
                    </w:rPr>
                    <w:t xml:space="preserve">minimum 1 projekt budowlany (w okresie ostatnich </w:t>
                  </w:r>
                  <w:r>
                    <w:rPr>
                      <w:rFonts w:asciiTheme="minorHAnsi" w:hAnsiTheme="minorHAnsi" w:cstheme="minorHAnsi"/>
                      <w:sz w:val="16"/>
                      <w:szCs w:val="16"/>
                      <w:u w:val="single"/>
                    </w:rPr>
                    <w:t>10</w:t>
                  </w:r>
                  <w:r w:rsidRPr="00D464A6">
                    <w:rPr>
                      <w:rFonts w:asciiTheme="minorHAnsi" w:hAnsiTheme="minorHAnsi" w:cstheme="minorHAnsi"/>
                      <w:sz w:val="16"/>
                      <w:szCs w:val="16"/>
                      <w:u w:val="single"/>
                    </w:rPr>
                    <w:t xml:space="preserve"> lat przed upływem terminu składania ofert)</w:t>
                  </w:r>
                  <w:r w:rsidRPr="00D464A6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 zbiornika retencyjnego na wody opadowe i roztopowe </w:t>
                  </w:r>
                  <w:r w:rsidRPr="00D464A6">
                    <w:rPr>
                      <w:rFonts w:cs="Calibri"/>
                      <w:sz w:val="16"/>
                      <w:szCs w:val="16"/>
                    </w:rPr>
                    <w:t>wraz z uzyskanymi ostatecznymi decyzjami</w:t>
                  </w:r>
                  <w:r>
                    <w:rPr>
                      <w:rFonts w:cs="Calibri"/>
                      <w:sz w:val="16"/>
                      <w:szCs w:val="16"/>
                    </w:rPr>
                    <w:t xml:space="preserve"> </w:t>
                  </w:r>
                  <w:r w:rsidRPr="00D464A6">
                    <w:rPr>
                      <w:rFonts w:cs="Calibri"/>
                      <w:sz w:val="16"/>
                      <w:szCs w:val="16"/>
                    </w:rPr>
                    <w:t>administracyjnymi niezbędnymi do realizacji robót budowlanych</w:t>
                  </w:r>
                  <w:r w:rsidRPr="00D464A6">
                    <w:rPr>
                      <w:rFonts w:cs="Calibri"/>
                      <w:b/>
                      <w:bCs/>
                      <w:sz w:val="16"/>
                      <w:szCs w:val="16"/>
                    </w:rPr>
                    <w:t xml:space="preserve">  </w:t>
                  </w:r>
                </w:p>
                <w:p w14:paraId="74B457E1" w14:textId="27577080" w:rsidR="003D7F3A" w:rsidRPr="003D7F3A" w:rsidRDefault="003D7F3A" w:rsidP="003D7F3A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</w:tc>
            </w:tr>
          </w:tbl>
          <w:p w14:paraId="31E984A6" w14:textId="77777777" w:rsidR="003D7F3A" w:rsidRPr="00FF588B" w:rsidRDefault="003D7F3A" w:rsidP="00FF588B">
            <w:pPr>
              <w:jc w:val="both"/>
              <w:rPr>
                <w:rFonts w:cs="Calibri"/>
                <w:b/>
                <w:bCs/>
                <w:iCs/>
                <w:color w:val="FF0000"/>
                <w:vertAlign w:val="superscript"/>
              </w:rPr>
            </w:pPr>
          </w:p>
        </w:tc>
        <w:tc>
          <w:tcPr>
            <w:tcW w:w="2694" w:type="dxa"/>
            <w:vAlign w:val="center"/>
          </w:tcPr>
          <w:p w14:paraId="6692A4A0" w14:textId="77777777" w:rsidR="003D7F3A" w:rsidRPr="00EB5E7A" w:rsidRDefault="003D7F3A" w:rsidP="003A2755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3149" w:type="dxa"/>
            <w:vAlign w:val="center"/>
          </w:tcPr>
          <w:p w14:paraId="22C2838A" w14:textId="77777777" w:rsidR="003D7F3A" w:rsidRPr="00EB5E7A" w:rsidRDefault="003D7F3A" w:rsidP="003A275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46" w:type="dxa"/>
            <w:vAlign w:val="center"/>
          </w:tcPr>
          <w:p w14:paraId="6E7B8067" w14:textId="77777777" w:rsidR="003D7F3A" w:rsidRPr="00EB5E7A" w:rsidRDefault="003D7F3A" w:rsidP="003D7F3A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* Zasób własny</w:t>
            </w:r>
          </w:p>
          <w:p w14:paraId="12F9DD6A" w14:textId="77777777" w:rsidR="003D7F3A" w:rsidRPr="00EB5E7A" w:rsidRDefault="003D7F3A" w:rsidP="003D7F3A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* Zasób podmiotu udostępniającego:</w:t>
            </w:r>
          </w:p>
          <w:p w14:paraId="16AFF7DD" w14:textId="77777777" w:rsidR="003D7F3A" w:rsidRPr="00EB5E7A" w:rsidRDefault="003D7F3A" w:rsidP="003D7F3A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B5E7A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…………………………………………………….………………….</w:t>
            </w:r>
          </w:p>
          <w:p w14:paraId="77C49048" w14:textId="77777777" w:rsidR="003D7F3A" w:rsidRPr="003A2755" w:rsidRDefault="003D7F3A" w:rsidP="003D7F3A">
            <w:pPr>
              <w:suppressAutoHyphens/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</w:pPr>
            <w:r w:rsidRPr="003A2755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Nazwa firmy (podmiotu udostępniającego zasób)</w:t>
            </w:r>
          </w:p>
          <w:p w14:paraId="4AE0006F" w14:textId="77777777" w:rsidR="003D7F3A" w:rsidRPr="00EB5E7A" w:rsidRDefault="003D7F3A" w:rsidP="003D7F3A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B3D10D0" w14:textId="0E7D79EB" w:rsidR="003D7F3A" w:rsidRPr="003D7F3A" w:rsidRDefault="003D7F3A" w:rsidP="003D7F3A">
            <w:pPr>
              <w:suppressAutoHyphens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3D7F3A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*niepotrzebne skreślić</w:t>
            </w:r>
          </w:p>
        </w:tc>
      </w:tr>
    </w:tbl>
    <w:p w14:paraId="6A2CC3BE" w14:textId="77777777" w:rsidR="00820018" w:rsidRPr="00EB5E7A" w:rsidRDefault="00820018" w:rsidP="003F3553">
      <w:pPr>
        <w:suppressAutoHyphens/>
        <w:spacing w:before="120"/>
        <w:ind w:firstLine="3960"/>
        <w:jc w:val="center"/>
        <w:rPr>
          <w:rFonts w:eastAsia="Times New Roman" w:cs="Calibri"/>
          <w:sz w:val="20"/>
          <w:szCs w:val="20"/>
          <w:lang w:eastAsia="ar-SA"/>
        </w:rPr>
      </w:pPr>
    </w:p>
    <w:p w14:paraId="06F395DA" w14:textId="77777777" w:rsidR="00820018" w:rsidRPr="00EB5E7A" w:rsidRDefault="00820018" w:rsidP="003F3553">
      <w:pPr>
        <w:suppressAutoHyphens/>
        <w:spacing w:before="120"/>
        <w:ind w:firstLine="3960"/>
        <w:jc w:val="center"/>
        <w:rPr>
          <w:rFonts w:eastAsia="Times New Roman" w:cs="Calibri"/>
          <w:sz w:val="20"/>
          <w:szCs w:val="20"/>
          <w:lang w:eastAsia="ar-SA"/>
        </w:rPr>
      </w:pPr>
    </w:p>
    <w:p w14:paraId="1C955E3E" w14:textId="525E4E6D" w:rsidR="003F3553" w:rsidRPr="00EB5E7A" w:rsidRDefault="003F3553" w:rsidP="003F3553">
      <w:pPr>
        <w:suppressAutoHyphens/>
        <w:spacing w:before="120"/>
        <w:ind w:firstLine="3960"/>
        <w:jc w:val="center"/>
        <w:rPr>
          <w:rFonts w:eastAsia="Times New Roman" w:cs="Calibri"/>
          <w:sz w:val="20"/>
          <w:szCs w:val="20"/>
          <w:lang w:eastAsia="ar-SA"/>
        </w:rPr>
      </w:pPr>
      <w:r w:rsidRPr="00EB5E7A">
        <w:rPr>
          <w:rFonts w:eastAsia="Times New Roman" w:cs="Calibri"/>
          <w:sz w:val="20"/>
          <w:szCs w:val="20"/>
          <w:lang w:eastAsia="ar-SA"/>
        </w:rPr>
        <w:t xml:space="preserve">  </w:t>
      </w:r>
      <w:bookmarkStart w:id="1" w:name="_Hlk61436620"/>
      <w:r w:rsidRPr="00EB5E7A">
        <w:rPr>
          <w:rFonts w:eastAsia="Times New Roman" w:cs="Calibri"/>
          <w:sz w:val="20"/>
          <w:szCs w:val="20"/>
          <w:lang w:eastAsia="ar-SA"/>
        </w:rPr>
        <w:t>____________________________________________________</w:t>
      </w:r>
    </w:p>
    <w:p w14:paraId="294D2E44" w14:textId="7E29E274" w:rsidR="003F3553" w:rsidRPr="00EB5E7A" w:rsidRDefault="003F3553" w:rsidP="003F3553">
      <w:pPr>
        <w:suppressAutoHyphens/>
        <w:ind w:firstLine="3958"/>
        <w:jc w:val="center"/>
        <w:rPr>
          <w:rFonts w:eastAsia="Times New Roman" w:cs="Calibri"/>
          <w:i/>
          <w:sz w:val="20"/>
          <w:szCs w:val="20"/>
          <w:lang w:eastAsia="ar-SA"/>
        </w:rPr>
      </w:pPr>
      <w:r w:rsidRPr="00EB5E7A">
        <w:rPr>
          <w:rFonts w:eastAsia="Times New Roman" w:cs="Calibri"/>
          <w:i/>
          <w:sz w:val="20"/>
          <w:szCs w:val="20"/>
          <w:lang w:eastAsia="ar-SA"/>
        </w:rPr>
        <w:t>podpis osoby prawidłowo umocowanej do składania oświadczeń wiedzy i woli w imieniu Wykonawcy/ ów</w:t>
      </w:r>
    </w:p>
    <w:p w14:paraId="27E1724E" w14:textId="77777777" w:rsidR="00A13EA2" w:rsidRPr="00EB5E7A" w:rsidRDefault="00A13EA2" w:rsidP="003F3553">
      <w:pPr>
        <w:suppressAutoHyphens/>
        <w:ind w:firstLine="3958"/>
        <w:jc w:val="center"/>
        <w:rPr>
          <w:rFonts w:eastAsia="Times New Roman" w:cs="Calibri"/>
          <w:i/>
          <w:sz w:val="20"/>
          <w:szCs w:val="20"/>
          <w:lang w:eastAsia="ar-SA"/>
        </w:rPr>
      </w:pPr>
    </w:p>
    <w:bookmarkEnd w:id="1"/>
    <w:p w14:paraId="4B8AE0B2" w14:textId="77777777" w:rsidR="00FF588B" w:rsidRDefault="00FF588B" w:rsidP="00F34A62">
      <w:pPr>
        <w:suppressAutoHyphens/>
        <w:jc w:val="both"/>
        <w:rPr>
          <w:rFonts w:eastAsia="Times New Roman" w:cs="Calibri"/>
          <w:b/>
          <w:bCs/>
          <w:color w:val="FF0000"/>
          <w:sz w:val="20"/>
          <w:szCs w:val="20"/>
          <w:lang w:eastAsia="ar-SA"/>
        </w:rPr>
      </w:pPr>
    </w:p>
    <w:p w14:paraId="3BA3F53F" w14:textId="47095190" w:rsidR="00145F9F" w:rsidRPr="00503BBA" w:rsidRDefault="003F3553" w:rsidP="00F34A62">
      <w:pPr>
        <w:suppressAutoHyphens/>
        <w:jc w:val="both"/>
        <w:rPr>
          <w:rFonts w:cs="Calibri"/>
          <w:b/>
          <w:bCs/>
          <w:i/>
          <w:sz w:val="20"/>
          <w:szCs w:val="20"/>
        </w:rPr>
      </w:pPr>
      <w:r w:rsidRPr="00FF588B">
        <w:rPr>
          <w:rFonts w:eastAsia="Times New Roman" w:cs="Calibri"/>
          <w:b/>
          <w:bCs/>
          <w:sz w:val="20"/>
          <w:szCs w:val="20"/>
          <w:lang w:eastAsia="ar-SA"/>
        </w:rPr>
        <w:t xml:space="preserve">Dokument wymaga podpisu elektronicznego. </w:t>
      </w:r>
      <w:r w:rsidRPr="00503BBA">
        <w:rPr>
          <w:rFonts w:eastAsia="Times New Roman" w:cs="Calibri"/>
          <w:b/>
          <w:bCs/>
          <w:sz w:val="20"/>
          <w:szCs w:val="20"/>
          <w:lang w:eastAsia="ar-SA"/>
        </w:rPr>
        <w:t>Przez podpis elektroniczny należy rozumieć:</w:t>
      </w:r>
      <w:r w:rsidRPr="00503BBA">
        <w:rPr>
          <w:rFonts w:eastAsia="Times New Roman" w:cs="Calibri"/>
          <w:b/>
          <w:bCs/>
          <w:iCs/>
          <w:sz w:val="20"/>
          <w:szCs w:val="20"/>
          <w:lang w:eastAsia="ar-SA"/>
        </w:rPr>
        <w:t xml:space="preserve"> podpis kwalifikowany </w:t>
      </w:r>
    </w:p>
    <w:sectPr w:rsidR="00145F9F" w:rsidRPr="00503BBA" w:rsidSect="006E5803">
      <w:headerReference w:type="default" r:id="rId7"/>
      <w:footerReference w:type="default" r:id="rId8"/>
      <w:pgSz w:w="16838" w:h="11906" w:orient="landscape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ED525" w14:textId="77777777" w:rsidR="00837D1C" w:rsidRDefault="00837D1C" w:rsidP="00191191">
      <w:r>
        <w:separator/>
      </w:r>
    </w:p>
  </w:endnote>
  <w:endnote w:type="continuationSeparator" w:id="0">
    <w:p w14:paraId="38C34025" w14:textId="77777777" w:rsidR="00837D1C" w:rsidRDefault="00837D1C" w:rsidP="0019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4400616"/>
      <w:docPartObj>
        <w:docPartGallery w:val="Page Numbers (Bottom of Page)"/>
        <w:docPartUnique/>
      </w:docPartObj>
    </w:sdtPr>
    <w:sdtEndPr/>
    <w:sdtContent>
      <w:p w14:paraId="6250AF44" w14:textId="33549A7A" w:rsidR="00891CF1" w:rsidRDefault="00891CF1">
        <w:pPr>
          <w:pStyle w:val="Stopka"/>
          <w:jc w:val="right"/>
        </w:pPr>
        <w:r w:rsidRPr="00891CF1">
          <w:rPr>
            <w:sz w:val="20"/>
            <w:szCs w:val="20"/>
          </w:rPr>
          <w:fldChar w:fldCharType="begin"/>
        </w:r>
        <w:r w:rsidRPr="00891CF1">
          <w:rPr>
            <w:sz w:val="20"/>
            <w:szCs w:val="20"/>
          </w:rPr>
          <w:instrText>PAGE   \* MERGEFORMAT</w:instrText>
        </w:r>
        <w:r w:rsidRPr="00891CF1">
          <w:rPr>
            <w:sz w:val="20"/>
            <w:szCs w:val="20"/>
          </w:rPr>
          <w:fldChar w:fldCharType="separate"/>
        </w:r>
        <w:r w:rsidRPr="00891CF1">
          <w:rPr>
            <w:sz w:val="20"/>
            <w:szCs w:val="20"/>
            <w:lang w:val="pl-PL"/>
          </w:rPr>
          <w:t>2</w:t>
        </w:r>
        <w:r w:rsidRPr="00891CF1">
          <w:rPr>
            <w:sz w:val="20"/>
            <w:szCs w:val="20"/>
          </w:rPr>
          <w:fldChar w:fldCharType="end"/>
        </w:r>
      </w:p>
    </w:sdtContent>
  </w:sdt>
  <w:p w14:paraId="01430F39" w14:textId="77777777" w:rsidR="00891CF1" w:rsidRDefault="00891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CC80D" w14:textId="77777777" w:rsidR="00837D1C" w:rsidRDefault="00837D1C" w:rsidP="00191191">
      <w:r>
        <w:separator/>
      </w:r>
    </w:p>
  </w:footnote>
  <w:footnote w:type="continuationSeparator" w:id="0">
    <w:p w14:paraId="59F05538" w14:textId="77777777" w:rsidR="00837D1C" w:rsidRDefault="00837D1C" w:rsidP="00191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C377D" w14:textId="60D06F80" w:rsidR="00DA738E" w:rsidRPr="0061265C" w:rsidRDefault="00DA738E" w:rsidP="00DA738E">
    <w:pPr>
      <w:spacing w:before="69"/>
      <w:ind w:left="115"/>
      <w:rPr>
        <w:rFonts w:asciiTheme="minorHAnsi" w:eastAsia="Times New Roman" w:hAnsiTheme="minorHAnsi" w:cstheme="minorHAnsi"/>
        <w:b/>
      </w:rPr>
    </w:pPr>
    <w:r w:rsidRPr="00503BBA">
      <w:rPr>
        <w:rFonts w:asciiTheme="minorHAnsi" w:hAnsiTheme="minorHAnsi" w:cstheme="minorHAnsi"/>
        <w:b/>
      </w:rPr>
      <w:t>Znak sprawy</w:t>
    </w:r>
    <w:r w:rsidRPr="00442AD3">
      <w:rPr>
        <w:rFonts w:asciiTheme="minorHAnsi" w:hAnsiTheme="minorHAnsi" w:cstheme="minorHAnsi"/>
        <w:bCs/>
      </w:rPr>
      <w:t>:</w:t>
    </w:r>
    <w:r w:rsidRPr="00442AD3">
      <w:rPr>
        <w:rFonts w:asciiTheme="minorHAnsi" w:hAnsiTheme="minorHAnsi" w:cstheme="minorHAnsi"/>
        <w:b/>
      </w:rPr>
      <w:t xml:space="preserve"> </w:t>
    </w:r>
    <w:r w:rsidR="00B943C4" w:rsidRPr="002A7330">
      <w:rPr>
        <w:rFonts w:cstheme="minorHAnsi"/>
        <w:b/>
        <w:bCs/>
        <w:szCs w:val="20"/>
      </w:rPr>
      <w:t>ZP.261</w:t>
    </w:r>
    <w:r w:rsidR="00AE79D5">
      <w:rPr>
        <w:rFonts w:cstheme="minorHAnsi"/>
        <w:b/>
        <w:bCs/>
        <w:szCs w:val="20"/>
      </w:rPr>
      <w:t>.33.</w:t>
    </w:r>
    <w:r w:rsidR="00B943C4" w:rsidRPr="002A7330">
      <w:rPr>
        <w:rFonts w:cstheme="minorHAnsi"/>
        <w:b/>
        <w:bCs/>
        <w:szCs w:val="20"/>
      </w:rPr>
      <w:t>2025</w:t>
    </w:r>
    <w:r>
      <w:rPr>
        <w:rFonts w:asciiTheme="minorHAnsi" w:hAnsiTheme="minorHAnsi" w:cstheme="minorHAnsi"/>
        <w:b/>
      </w:rPr>
      <w:tab/>
    </w:r>
    <w:r>
      <w:rPr>
        <w:rFonts w:asciiTheme="minorHAnsi" w:hAnsiTheme="minorHAnsi" w:cstheme="minorHAnsi"/>
        <w:b/>
      </w:rPr>
      <w:tab/>
    </w:r>
    <w:r w:rsidR="00B943C4">
      <w:rPr>
        <w:rFonts w:asciiTheme="minorHAnsi" w:hAnsiTheme="minorHAnsi" w:cstheme="minorHAnsi"/>
        <w:b/>
      </w:rPr>
      <w:tab/>
    </w:r>
    <w:r>
      <w:rPr>
        <w:rFonts w:asciiTheme="minorHAnsi" w:hAnsiTheme="minorHAnsi" w:cstheme="minorHAnsi"/>
        <w:b/>
      </w:rPr>
      <w:tab/>
    </w:r>
    <w:r>
      <w:rPr>
        <w:rFonts w:asciiTheme="minorHAnsi" w:hAnsiTheme="minorHAnsi" w:cstheme="minorHAnsi"/>
        <w:b/>
      </w:rPr>
      <w:tab/>
    </w:r>
    <w:r>
      <w:rPr>
        <w:rFonts w:asciiTheme="minorHAnsi" w:hAnsiTheme="minorHAnsi" w:cstheme="minorHAnsi"/>
        <w:b/>
      </w:rPr>
      <w:tab/>
    </w:r>
    <w:r>
      <w:rPr>
        <w:rFonts w:asciiTheme="minorHAnsi" w:hAnsiTheme="minorHAnsi" w:cstheme="minorHAnsi"/>
        <w:b/>
      </w:rPr>
      <w:tab/>
    </w:r>
    <w:r>
      <w:rPr>
        <w:rFonts w:asciiTheme="minorHAnsi" w:hAnsiTheme="minorHAnsi" w:cstheme="minorHAnsi"/>
        <w:b/>
      </w:rPr>
      <w:tab/>
    </w:r>
    <w:r>
      <w:rPr>
        <w:rFonts w:asciiTheme="minorHAnsi" w:hAnsiTheme="minorHAnsi" w:cstheme="minorHAnsi"/>
        <w:b/>
      </w:rPr>
      <w:tab/>
    </w:r>
    <w:r>
      <w:rPr>
        <w:rFonts w:asciiTheme="minorHAnsi" w:hAnsiTheme="minorHAnsi" w:cstheme="minorHAnsi"/>
        <w:b/>
      </w:rPr>
      <w:tab/>
    </w:r>
    <w:r>
      <w:rPr>
        <w:rFonts w:asciiTheme="minorHAnsi" w:hAnsiTheme="minorHAnsi" w:cstheme="minorHAnsi"/>
        <w:b/>
      </w:rPr>
      <w:tab/>
    </w:r>
    <w:r>
      <w:rPr>
        <w:rFonts w:asciiTheme="minorHAnsi" w:hAnsiTheme="minorHAnsi" w:cstheme="minorHAnsi"/>
        <w:b/>
      </w:rPr>
      <w:tab/>
    </w:r>
    <w:r w:rsidRPr="0061265C">
      <w:rPr>
        <w:rFonts w:asciiTheme="minorHAnsi" w:hAnsiTheme="minorHAnsi" w:cstheme="minorHAnsi"/>
        <w:b/>
      </w:rPr>
      <w:t>Zał</w:t>
    </w:r>
    <w:r>
      <w:rPr>
        <w:rFonts w:asciiTheme="minorHAnsi" w:hAnsiTheme="minorHAnsi" w:cstheme="minorHAnsi"/>
        <w:b/>
      </w:rPr>
      <w:t>ącznik</w:t>
    </w:r>
    <w:r w:rsidRPr="0061265C">
      <w:rPr>
        <w:rFonts w:asciiTheme="minorHAnsi" w:hAnsiTheme="minorHAnsi" w:cstheme="minorHAnsi"/>
        <w:b/>
      </w:rPr>
      <w:t xml:space="preserve"> nr </w:t>
    </w:r>
    <w:r>
      <w:rPr>
        <w:rFonts w:asciiTheme="minorHAnsi" w:hAnsiTheme="minorHAnsi" w:cstheme="minorHAnsi"/>
        <w:b/>
      </w:rPr>
      <w:t>12</w:t>
    </w:r>
    <w:r w:rsidRPr="0061265C">
      <w:rPr>
        <w:rFonts w:asciiTheme="minorHAnsi" w:hAnsiTheme="minorHAnsi" w:cstheme="minorHAnsi"/>
        <w:b/>
      </w:rPr>
      <w:t xml:space="preserve"> do SWZ</w:t>
    </w:r>
    <w:r>
      <w:rPr>
        <w:rFonts w:asciiTheme="minorHAnsi" w:hAnsiTheme="minorHAnsi" w:cstheme="minorHAnsi"/>
        <w:b/>
      </w:rPr>
      <w:t xml:space="preserve"> (wzór)</w:t>
    </w:r>
  </w:p>
  <w:p w14:paraId="3C1CD12E" w14:textId="2E5C566C" w:rsidR="00191191" w:rsidRPr="00DA738E" w:rsidRDefault="00191191" w:rsidP="00DA73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E52E7"/>
    <w:multiLevelType w:val="hybridMultilevel"/>
    <w:tmpl w:val="9EE41E16"/>
    <w:lvl w:ilvl="0" w:tplc="9FB0CC82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1A945279"/>
    <w:multiLevelType w:val="hybridMultilevel"/>
    <w:tmpl w:val="99028298"/>
    <w:lvl w:ilvl="0" w:tplc="78E0B302">
      <w:start w:val="1"/>
      <w:numFmt w:val="lowerLetter"/>
      <w:lvlText w:val="%1)"/>
      <w:lvlJc w:val="left"/>
      <w:pPr>
        <w:ind w:left="1123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2" w15:restartNumberingAfterBreak="0">
    <w:nsid w:val="253D48C6"/>
    <w:multiLevelType w:val="hybridMultilevel"/>
    <w:tmpl w:val="125EF73C"/>
    <w:lvl w:ilvl="0" w:tplc="9FB0CC82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 w15:restartNumberingAfterBreak="0">
    <w:nsid w:val="43C517A5"/>
    <w:multiLevelType w:val="hybridMultilevel"/>
    <w:tmpl w:val="53CE8728"/>
    <w:lvl w:ilvl="0" w:tplc="9FB0CC82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 w15:restartNumberingAfterBreak="0">
    <w:nsid w:val="597520D8"/>
    <w:multiLevelType w:val="hybridMultilevel"/>
    <w:tmpl w:val="707816A6"/>
    <w:lvl w:ilvl="0" w:tplc="04150017">
      <w:start w:val="1"/>
      <w:numFmt w:val="lowerLetter"/>
      <w:lvlText w:val="%1)"/>
      <w:lvlJc w:val="left"/>
      <w:pPr>
        <w:ind w:left="1483" w:hanging="360"/>
      </w:p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</w:lvl>
    <w:lvl w:ilvl="3" w:tplc="0415000F" w:tentative="1">
      <w:start w:val="1"/>
      <w:numFmt w:val="decimal"/>
      <w:lvlText w:val="%4."/>
      <w:lvlJc w:val="left"/>
      <w:pPr>
        <w:ind w:left="3643" w:hanging="360"/>
      </w:p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</w:lvl>
    <w:lvl w:ilvl="6" w:tplc="0415000F" w:tentative="1">
      <w:start w:val="1"/>
      <w:numFmt w:val="decimal"/>
      <w:lvlText w:val="%7."/>
      <w:lvlJc w:val="left"/>
      <w:pPr>
        <w:ind w:left="5803" w:hanging="360"/>
      </w:p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B06"/>
    <w:rsid w:val="000014EC"/>
    <w:rsid w:val="0000279D"/>
    <w:rsid w:val="00002F54"/>
    <w:rsid w:val="0001598D"/>
    <w:rsid w:val="000200D3"/>
    <w:rsid w:val="00021643"/>
    <w:rsid w:val="00024E4F"/>
    <w:rsid w:val="0003077C"/>
    <w:rsid w:val="00031D95"/>
    <w:rsid w:val="00037ED6"/>
    <w:rsid w:val="00055D47"/>
    <w:rsid w:val="00072B1D"/>
    <w:rsid w:val="000810AC"/>
    <w:rsid w:val="00097646"/>
    <w:rsid w:val="000A4F81"/>
    <w:rsid w:val="000A6FF9"/>
    <w:rsid w:val="000B279C"/>
    <w:rsid w:val="000C64B6"/>
    <w:rsid w:val="000D21D5"/>
    <w:rsid w:val="000D75F3"/>
    <w:rsid w:val="0011020D"/>
    <w:rsid w:val="00110327"/>
    <w:rsid w:val="00112F93"/>
    <w:rsid w:val="00122B8B"/>
    <w:rsid w:val="001257D4"/>
    <w:rsid w:val="001456A8"/>
    <w:rsid w:val="00145F9F"/>
    <w:rsid w:val="001530A5"/>
    <w:rsid w:val="00175D36"/>
    <w:rsid w:val="0017746D"/>
    <w:rsid w:val="00186B06"/>
    <w:rsid w:val="001870ED"/>
    <w:rsid w:val="00191191"/>
    <w:rsid w:val="001A4DB7"/>
    <w:rsid w:val="001A5387"/>
    <w:rsid w:val="001B592D"/>
    <w:rsid w:val="001B7A37"/>
    <w:rsid w:val="001B7CFB"/>
    <w:rsid w:val="001C48C1"/>
    <w:rsid w:val="001E03F8"/>
    <w:rsid w:val="001E52A5"/>
    <w:rsid w:val="001F630A"/>
    <w:rsid w:val="002229AB"/>
    <w:rsid w:val="00223DCD"/>
    <w:rsid w:val="0023283E"/>
    <w:rsid w:val="00232BD3"/>
    <w:rsid w:val="002373BA"/>
    <w:rsid w:val="002431BF"/>
    <w:rsid w:val="00254A74"/>
    <w:rsid w:val="00255829"/>
    <w:rsid w:val="0026084E"/>
    <w:rsid w:val="002640E4"/>
    <w:rsid w:val="002674B3"/>
    <w:rsid w:val="00274313"/>
    <w:rsid w:val="003070EF"/>
    <w:rsid w:val="00316C0F"/>
    <w:rsid w:val="00333C58"/>
    <w:rsid w:val="00334BDB"/>
    <w:rsid w:val="003406BE"/>
    <w:rsid w:val="00341B54"/>
    <w:rsid w:val="00343EFE"/>
    <w:rsid w:val="00345410"/>
    <w:rsid w:val="003537AA"/>
    <w:rsid w:val="003730E8"/>
    <w:rsid w:val="00396D6D"/>
    <w:rsid w:val="003A10EB"/>
    <w:rsid w:val="003A2755"/>
    <w:rsid w:val="003A6837"/>
    <w:rsid w:val="003D7F3A"/>
    <w:rsid w:val="003F3553"/>
    <w:rsid w:val="00404920"/>
    <w:rsid w:val="0040735A"/>
    <w:rsid w:val="00407D1F"/>
    <w:rsid w:val="00422FB0"/>
    <w:rsid w:val="0042577F"/>
    <w:rsid w:val="00425C0F"/>
    <w:rsid w:val="0045171D"/>
    <w:rsid w:val="00457168"/>
    <w:rsid w:val="00457BAB"/>
    <w:rsid w:val="00472A59"/>
    <w:rsid w:val="00486E93"/>
    <w:rsid w:val="004A2FC9"/>
    <w:rsid w:val="004A57DC"/>
    <w:rsid w:val="004B282B"/>
    <w:rsid w:val="004B48F8"/>
    <w:rsid w:val="004B4D78"/>
    <w:rsid w:val="004C1960"/>
    <w:rsid w:val="004D21FE"/>
    <w:rsid w:val="004E6AD7"/>
    <w:rsid w:val="004E6BC3"/>
    <w:rsid w:val="004F0376"/>
    <w:rsid w:val="00502E50"/>
    <w:rsid w:val="00503BBA"/>
    <w:rsid w:val="0050429A"/>
    <w:rsid w:val="00507944"/>
    <w:rsid w:val="0051504D"/>
    <w:rsid w:val="00517C8E"/>
    <w:rsid w:val="005323D1"/>
    <w:rsid w:val="00534D72"/>
    <w:rsid w:val="00536665"/>
    <w:rsid w:val="0054379A"/>
    <w:rsid w:val="0055602F"/>
    <w:rsid w:val="0056786C"/>
    <w:rsid w:val="00580B9C"/>
    <w:rsid w:val="0058674D"/>
    <w:rsid w:val="00594072"/>
    <w:rsid w:val="005A66B5"/>
    <w:rsid w:val="005B27A6"/>
    <w:rsid w:val="005C2265"/>
    <w:rsid w:val="005F606A"/>
    <w:rsid w:val="005F689B"/>
    <w:rsid w:val="006042B2"/>
    <w:rsid w:val="00604637"/>
    <w:rsid w:val="00607813"/>
    <w:rsid w:val="00612D20"/>
    <w:rsid w:val="006417F7"/>
    <w:rsid w:val="006534DE"/>
    <w:rsid w:val="0065358A"/>
    <w:rsid w:val="006606BA"/>
    <w:rsid w:val="006662E2"/>
    <w:rsid w:val="006A6BBD"/>
    <w:rsid w:val="006C3957"/>
    <w:rsid w:val="006D03C7"/>
    <w:rsid w:val="006E5803"/>
    <w:rsid w:val="006F1371"/>
    <w:rsid w:val="007012FA"/>
    <w:rsid w:val="00703A31"/>
    <w:rsid w:val="0070597F"/>
    <w:rsid w:val="0071024D"/>
    <w:rsid w:val="00711822"/>
    <w:rsid w:val="00713193"/>
    <w:rsid w:val="00727773"/>
    <w:rsid w:val="0075145D"/>
    <w:rsid w:val="00753347"/>
    <w:rsid w:val="007544B5"/>
    <w:rsid w:val="00760706"/>
    <w:rsid w:val="007619D4"/>
    <w:rsid w:val="00764482"/>
    <w:rsid w:val="00765898"/>
    <w:rsid w:val="007702C8"/>
    <w:rsid w:val="007811D0"/>
    <w:rsid w:val="007833A0"/>
    <w:rsid w:val="007910C0"/>
    <w:rsid w:val="00792930"/>
    <w:rsid w:val="007C3E05"/>
    <w:rsid w:val="007C74D7"/>
    <w:rsid w:val="007D0DAE"/>
    <w:rsid w:val="007D34FA"/>
    <w:rsid w:val="007F1729"/>
    <w:rsid w:val="00817B5C"/>
    <w:rsid w:val="00820018"/>
    <w:rsid w:val="008336B7"/>
    <w:rsid w:val="00836331"/>
    <w:rsid w:val="00837D1C"/>
    <w:rsid w:val="0086704E"/>
    <w:rsid w:val="00871673"/>
    <w:rsid w:val="008803EE"/>
    <w:rsid w:val="00881AAF"/>
    <w:rsid w:val="00891CF1"/>
    <w:rsid w:val="008A2D17"/>
    <w:rsid w:val="008B29C6"/>
    <w:rsid w:val="008B463B"/>
    <w:rsid w:val="008B59AC"/>
    <w:rsid w:val="008D6E44"/>
    <w:rsid w:val="008E1A58"/>
    <w:rsid w:val="008F44C3"/>
    <w:rsid w:val="00905EEA"/>
    <w:rsid w:val="00911C66"/>
    <w:rsid w:val="00913E6C"/>
    <w:rsid w:val="00925970"/>
    <w:rsid w:val="009374D6"/>
    <w:rsid w:val="00937508"/>
    <w:rsid w:val="00937582"/>
    <w:rsid w:val="00955924"/>
    <w:rsid w:val="009707A4"/>
    <w:rsid w:val="00973C90"/>
    <w:rsid w:val="00976AEE"/>
    <w:rsid w:val="00995C9D"/>
    <w:rsid w:val="009C2DA5"/>
    <w:rsid w:val="009D74D1"/>
    <w:rsid w:val="009E1C4A"/>
    <w:rsid w:val="009E202A"/>
    <w:rsid w:val="009E4E05"/>
    <w:rsid w:val="009F00FE"/>
    <w:rsid w:val="009F0ED8"/>
    <w:rsid w:val="009F20DB"/>
    <w:rsid w:val="00A050A8"/>
    <w:rsid w:val="00A10C5C"/>
    <w:rsid w:val="00A12B27"/>
    <w:rsid w:val="00A13EA2"/>
    <w:rsid w:val="00A23015"/>
    <w:rsid w:val="00A334E0"/>
    <w:rsid w:val="00A410EB"/>
    <w:rsid w:val="00A575E0"/>
    <w:rsid w:val="00A6101E"/>
    <w:rsid w:val="00AB1A08"/>
    <w:rsid w:val="00AB7811"/>
    <w:rsid w:val="00AB7DCB"/>
    <w:rsid w:val="00AC1A7F"/>
    <w:rsid w:val="00AD15A5"/>
    <w:rsid w:val="00AD2B5B"/>
    <w:rsid w:val="00AD6CA4"/>
    <w:rsid w:val="00AE79D5"/>
    <w:rsid w:val="00B025B5"/>
    <w:rsid w:val="00B072DE"/>
    <w:rsid w:val="00B46F47"/>
    <w:rsid w:val="00B551E6"/>
    <w:rsid w:val="00B662CF"/>
    <w:rsid w:val="00B7542A"/>
    <w:rsid w:val="00B825D5"/>
    <w:rsid w:val="00B943C4"/>
    <w:rsid w:val="00B952F1"/>
    <w:rsid w:val="00BA0F4A"/>
    <w:rsid w:val="00BA7863"/>
    <w:rsid w:val="00BB54C4"/>
    <w:rsid w:val="00BB624B"/>
    <w:rsid w:val="00BB6ADF"/>
    <w:rsid w:val="00BD148D"/>
    <w:rsid w:val="00BE6561"/>
    <w:rsid w:val="00BF56EF"/>
    <w:rsid w:val="00C04883"/>
    <w:rsid w:val="00C10F64"/>
    <w:rsid w:val="00C136F1"/>
    <w:rsid w:val="00C41C4E"/>
    <w:rsid w:val="00C74BC8"/>
    <w:rsid w:val="00C91CB0"/>
    <w:rsid w:val="00C93C07"/>
    <w:rsid w:val="00C95065"/>
    <w:rsid w:val="00CA47AE"/>
    <w:rsid w:val="00CC47A7"/>
    <w:rsid w:val="00CD09E5"/>
    <w:rsid w:val="00CD1224"/>
    <w:rsid w:val="00CD60C3"/>
    <w:rsid w:val="00CE7D2D"/>
    <w:rsid w:val="00CF08F0"/>
    <w:rsid w:val="00CF1EB0"/>
    <w:rsid w:val="00CF7482"/>
    <w:rsid w:val="00D052A9"/>
    <w:rsid w:val="00D2478D"/>
    <w:rsid w:val="00D351E4"/>
    <w:rsid w:val="00D425BD"/>
    <w:rsid w:val="00D464A6"/>
    <w:rsid w:val="00D561A7"/>
    <w:rsid w:val="00D718A4"/>
    <w:rsid w:val="00D76D87"/>
    <w:rsid w:val="00D76FF0"/>
    <w:rsid w:val="00DA040A"/>
    <w:rsid w:val="00DA738E"/>
    <w:rsid w:val="00DA78B2"/>
    <w:rsid w:val="00DC5237"/>
    <w:rsid w:val="00DC634F"/>
    <w:rsid w:val="00DD5F3E"/>
    <w:rsid w:val="00DE03A3"/>
    <w:rsid w:val="00DE4B43"/>
    <w:rsid w:val="00DE7119"/>
    <w:rsid w:val="00DF6A12"/>
    <w:rsid w:val="00E051BB"/>
    <w:rsid w:val="00E074DF"/>
    <w:rsid w:val="00E31835"/>
    <w:rsid w:val="00E43FC8"/>
    <w:rsid w:val="00E457B4"/>
    <w:rsid w:val="00E47ECB"/>
    <w:rsid w:val="00E61798"/>
    <w:rsid w:val="00E648AF"/>
    <w:rsid w:val="00E717AA"/>
    <w:rsid w:val="00E72B96"/>
    <w:rsid w:val="00E75F04"/>
    <w:rsid w:val="00EA442C"/>
    <w:rsid w:val="00EA4D46"/>
    <w:rsid w:val="00EB5E7A"/>
    <w:rsid w:val="00EC068D"/>
    <w:rsid w:val="00EC5201"/>
    <w:rsid w:val="00EE24B2"/>
    <w:rsid w:val="00EE31B2"/>
    <w:rsid w:val="00EE367F"/>
    <w:rsid w:val="00EF15B7"/>
    <w:rsid w:val="00EF6684"/>
    <w:rsid w:val="00F04AD1"/>
    <w:rsid w:val="00F147A1"/>
    <w:rsid w:val="00F157AB"/>
    <w:rsid w:val="00F17D7D"/>
    <w:rsid w:val="00F268A8"/>
    <w:rsid w:val="00F304E2"/>
    <w:rsid w:val="00F33851"/>
    <w:rsid w:val="00F34A62"/>
    <w:rsid w:val="00F3638E"/>
    <w:rsid w:val="00F636DE"/>
    <w:rsid w:val="00FB5435"/>
    <w:rsid w:val="00FC1E09"/>
    <w:rsid w:val="00FD6C11"/>
    <w:rsid w:val="00FE05CD"/>
    <w:rsid w:val="00FE4A27"/>
    <w:rsid w:val="00FF506A"/>
    <w:rsid w:val="00FF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4C79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8F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F6684"/>
    <w:pPr>
      <w:keepNext/>
      <w:outlineLvl w:val="0"/>
    </w:pPr>
    <w:rPr>
      <w:rFonts w:ascii="Times New Roman" w:hAnsi="Times New Roman"/>
      <w:b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B7D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link w:val="Nagwek1"/>
    <w:uiPriority w:val="99"/>
    <w:rsid w:val="00EF6684"/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EF6684"/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link w:val="Zwykytekst"/>
    <w:uiPriority w:val="99"/>
    <w:rsid w:val="00EF6684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9119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91191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665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536665"/>
    <w:rPr>
      <w:rFonts w:ascii="Segoe UI" w:hAnsi="Segoe UI" w:cs="Segoe UI"/>
      <w:sz w:val="18"/>
      <w:szCs w:val="18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EE24B2"/>
    <w:pPr>
      <w:spacing w:after="120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rsid w:val="00EE24B2"/>
    <w:rPr>
      <w:rFonts w:ascii="Times New Roman" w:eastAsia="Times New Roman" w:hAnsi="Times New Roman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6E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6E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6E4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E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E44"/>
    <w:rPr>
      <w:b/>
      <w:bCs/>
      <w:lang w:eastAsia="en-US"/>
    </w:rPr>
  </w:style>
  <w:style w:type="paragraph" w:customStyle="1" w:styleId="Zwykytekst1">
    <w:name w:val="Zwykły tekst1"/>
    <w:basedOn w:val="Normalny"/>
    <w:rsid w:val="00145F9F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1A5387"/>
    <w:rPr>
      <w:sz w:val="22"/>
      <w:szCs w:val="22"/>
      <w:lang w:eastAsia="en-US"/>
    </w:rPr>
  </w:style>
  <w:style w:type="paragraph" w:styleId="Akapitzlist">
    <w:name w:val="List Paragraph"/>
    <w:aliases w:val="Asia 2  Akapit z listą,tekst normalny,normalny tekst,CW_Lista,Odstavec,Akapit z listą numerowaną,Podsis rysunku,lp1,Bullet List,FooterText,numbered,Paragraphe de liste1,Bulletr List Paragraph,列出段落,列出段落1,List Paragraph21,Listeafsnit1"/>
    <w:basedOn w:val="Normalny"/>
    <w:link w:val="AkapitzlistZnak"/>
    <w:uiPriority w:val="34"/>
    <w:qFormat/>
    <w:rsid w:val="0055602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5803"/>
    <w:pPr>
      <w:widowControl w:val="0"/>
    </w:pPr>
    <w:rPr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5803"/>
    <w:rPr>
      <w:lang w:val="en-US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5803"/>
    <w:rPr>
      <w:vertAlign w:val="superscript"/>
    </w:rPr>
  </w:style>
  <w:style w:type="character" w:customStyle="1" w:styleId="AkapitzlistZnak">
    <w:name w:val="Akapit z listą Znak"/>
    <w:aliases w:val="Asia 2  Akapit z listą Znak,tekst normalny Znak,normalny tekst Znak,CW_Lista Znak,Odstavec Znak,Akapit z listą numerowaną Znak,Podsis rysunku Znak,lp1 Znak,Bullet List Znak,FooterText Znak,numbered Znak,Paragraphe de liste1 Znak"/>
    <w:basedOn w:val="Domylnaczcionkaakapitu"/>
    <w:link w:val="Akapitzlist"/>
    <w:uiPriority w:val="34"/>
    <w:qFormat/>
    <w:locked/>
    <w:rsid w:val="003A2755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3D7F3A"/>
    <w:pPr>
      <w:widowControl w:val="0"/>
      <w:suppressAutoHyphens/>
      <w:spacing w:before="280" w:after="28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rna\Downloads\za&#322;%20nr%209%20Wykaz%20os&#243;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zał nr 9 Wykaz osób.dotx</Template>
  <TotalTime>0</TotalTime>
  <Pages>2</Pages>
  <Words>380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2025-11-14T08:49:00Z</dcterms:created>
  <dcterms:modified xsi:type="dcterms:W3CDTF">2025-11-20T08:57:00Z</dcterms:modified>
</cp:coreProperties>
</file>